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A14" w:rsidRDefault="009F3A14" w:rsidP="00A10574">
      <w:pPr>
        <w:spacing w:after="0" w:line="240" w:lineRule="auto"/>
        <w:ind w:left="57"/>
        <w:jc w:val="center"/>
        <w:rPr>
          <w:rFonts w:ascii="Times New Roman" w:hAnsi="Times New Roman"/>
          <w:b/>
          <w:sz w:val="26"/>
          <w:szCs w:val="26"/>
          <w:lang w:eastAsia="bg-BG"/>
        </w:rPr>
      </w:pPr>
    </w:p>
    <w:p w:rsidR="009F3A14" w:rsidRDefault="009F3A14" w:rsidP="00A10574">
      <w:pPr>
        <w:spacing w:after="0" w:line="240" w:lineRule="auto"/>
        <w:ind w:left="57"/>
        <w:jc w:val="center"/>
        <w:rPr>
          <w:rFonts w:ascii="Times New Roman" w:hAnsi="Times New Roman"/>
          <w:b/>
          <w:sz w:val="26"/>
          <w:szCs w:val="26"/>
          <w:lang w:eastAsia="bg-BG"/>
        </w:rPr>
      </w:pPr>
    </w:p>
    <w:p w:rsidR="009F3A14" w:rsidRPr="00E10FF3" w:rsidRDefault="009F3A14" w:rsidP="00A10574">
      <w:pPr>
        <w:spacing w:after="0" w:line="240" w:lineRule="auto"/>
        <w:ind w:left="57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E10FF3">
        <w:rPr>
          <w:rFonts w:ascii="Times New Roman" w:hAnsi="Times New Roman"/>
          <w:b/>
          <w:sz w:val="26"/>
          <w:szCs w:val="26"/>
          <w:lang w:eastAsia="bg-BG"/>
        </w:rPr>
        <w:t>СПИСЪК – ДЕКЛАРАЦИЯ</w:t>
      </w: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E10FF3">
        <w:rPr>
          <w:rFonts w:ascii="Times New Roman" w:hAnsi="Times New Roman"/>
          <w:b/>
          <w:iCs/>
          <w:sz w:val="26"/>
          <w:szCs w:val="26"/>
          <w:lang w:eastAsia="bg-BG"/>
        </w:rPr>
        <w:t xml:space="preserve">по чл. </w:t>
      </w:r>
      <w:r>
        <w:rPr>
          <w:rFonts w:ascii="Times New Roman" w:hAnsi="Times New Roman"/>
          <w:b/>
          <w:iCs/>
          <w:sz w:val="26"/>
          <w:szCs w:val="26"/>
          <w:lang w:eastAsia="bg-BG"/>
        </w:rPr>
        <w:t>64,</w:t>
      </w:r>
      <w:r w:rsidRPr="00E10FF3">
        <w:rPr>
          <w:rFonts w:ascii="Times New Roman" w:hAnsi="Times New Roman"/>
          <w:b/>
          <w:iCs/>
          <w:sz w:val="26"/>
          <w:szCs w:val="26"/>
          <w:lang w:eastAsia="bg-BG"/>
        </w:rPr>
        <w:t xml:space="preserve"> ал. 1, т. 9 от 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Закона за обществените поръчки</w:t>
      </w:r>
    </w:p>
    <w:p w:rsidR="009F3A14" w:rsidRPr="00E10FF3" w:rsidRDefault="009F3A14" w:rsidP="00A10574">
      <w:pPr>
        <w:spacing w:after="0" w:line="240" w:lineRule="auto"/>
        <w:ind w:left="57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280404">
        <w:rPr>
          <w:rFonts w:ascii="Times New Roman" w:hAnsi="Times New Roman"/>
          <w:b/>
          <w:bCs/>
          <w:sz w:val="26"/>
          <w:szCs w:val="26"/>
        </w:rPr>
        <w:t>за инструментите, съоръженията и техническото</w:t>
      </w:r>
      <w:r w:rsidRPr="00280404">
        <w:rPr>
          <w:rFonts w:ascii="Times New Roman" w:hAnsi="Times New Roman"/>
          <w:b/>
          <w:sz w:val="26"/>
          <w:szCs w:val="26"/>
        </w:rPr>
        <w:t xml:space="preserve"> оборудване, които ще бъдат използвани за изпълнение на поръчката</w:t>
      </w: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</w:p>
    <w:p w:rsidR="009F3A14" w:rsidRPr="00E10FF3" w:rsidRDefault="009F3A14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Подписаният/-ата ……..............................................................................................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</w:t>
      </w:r>
      <w:r w:rsidRPr="00E10FF3">
        <w:rPr>
          <w:rFonts w:ascii="Times New Roman" w:hAnsi="Times New Roman"/>
          <w:sz w:val="26"/>
          <w:szCs w:val="26"/>
          <w:lang w:eastAsia="bg-BG"/>
        </w:rPr>
        <w:t xml:space="preserve">...... </w:t>
      </w: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(трите имена)</w:t>
      </w:r>
    </w:p>
    <w:p w:rsidR="009F3A14" w:rsidRPr="00E10FF3" w:rsidRDefault="009F3A14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данни по документ за самоличност …….................................................................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</w:t>
      </w:r>
      <w:r w:rsidRPr="00E10FF3">
        <w:rPr>
          <w:rFonts w:ascii="Times New Roman" w:hAnsi="Times New Roman"/>
          <w:sz w:val="26"/>
          <w:szCs w:val="26"/>
          <w:lang w:eastAsia="bg-BG"/>
        </w:rPr>
        <w:t>....</w:t>
      </w:r>
    </w:p>
    <w:p w:rsidR="009F3A14" w:rsidRPr="00E10FF3" w:rsidRDefault="009F3A14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……………………………………………………………………………….…..…</w:t>
      </w:r>
      <w:r>
        <w:rPr>
          <w:rFonts w:ascii="Times New Roman" w:hAnsi="Times New Roman"/>
          <w:sz w:val="26"/>
          <w:szCs w:val="26"/>
          <w:lang w:eastAsia="bg-BG"/>
        </w:rPr>
        <w:t>……</w:t>
      </w:r>
      <w:r w:rsidRPr="00E10FF3">
        <w:rPr>
          <w:rFonts w:ascii="Times New Roman" w:hAnsi="Times New Roman"/>
          <w:sz w:val="26"/>
          <w:szCs w:val="26"/>
          <w:lang w:eastAsia="bg-BG"/>
        </w:rPr>
        <w:t>...</w:t>
      </w: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(номер на лична карта, дата, орган и място на издаването)</w:t>
      </w:r>
    </w:p>
    <w:p w:rsidR="009F3A14" w:rsidRPr="00E10FF3" w:rsidRDefault="009F3A14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в качеството си на …..............................................................................................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</w:t>
      </w:r>
      <w:r w:rsidRPr="00E10FF3">
        <w:rPr>
          <w:rFonts w:ascii="Times New Roman" w:hAnsi="Times New Roman"/>
          <w:sz w:val="26"/>
          <w:szCs w:val="26"/>
          <w:lang w:eastAsia="bg-BG"/>
        </w:rPr>
        <w:t>.........</w:t>
      </w: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(длъжност)</w:t>
      </w:r>
    </w:p>
    <w:p w:rsidR="009F3A14" w:rsidRPr="00E10FF3" w:rsidRDefault="009F3A14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на ..............................................................................................................................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</w:t>
      </w:r>
      <w:r w:rsidRPr="00E10FF3">
        <w:rPr>
          <w:rFonts w:ascii="Times New Roman" w:hAnsi="Times New Roman"/>
          <w:sz w:val="26"/>
          <w:szCs w:val="26"/>
          <w:lang w:eastAsia="bg-BG"/>
        </w:rPr>
        <w:t xml:space="preserve">........ </w:t>
      </w: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i/>
          <w:lang w:eastAsia="bg-BG"/>
        </w:rPr>
      </w:pPr>
      <w:r w:rsidRPr="00E10FF3">
        <w:rPr>
          <w:rFonts w:ascii="Times New Roman" w:hAnsi="Times New Roman"/>
          <w:i/>
          <w:lang w:eastAsia="bg-BG"/>
        </w:rPr>
        <w:t>(наименование на участника)</w:t>
      </w:r>
    </w:p>
    <w:p w:rsidR="009F3A14" w:rsidRPr="00E10FF3" w:rsidRDefault="009F3A14" w:rsidP="00A10574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 xml:space="preserve">с ЕИК/БУЛСТАТ ........................................................................................................... - </w:t>
      </w:r>
      <w:r w:rsidRPr="000E7B81">
        <w:rPr>
          <w:rFonts w:ascii="Times New Roman" w:hAnsi="Times New Roman"/>
          <w:sz w:val="26"/>
          <w:szCs w:val="26"/>
        </w:rPr>
        <w:t>участник във възлагане по реда на Глава двадесет и шеста от Закона за обществените поръчки „чрез събиране на оферти с обява” на обществена поръчка за услуга с предмет:</w:t>
      </w:r>
      <w:r>
        <w:rPr>
          <w:rFonts w:ascii="Times New Roman" w:hAnsi="Times New Roman"/>
          <w:sz w:val="26"/>
          <w:szCs w:val="26"/>
        </w:rPr>
        <w:t xml:space="preserve"> 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„</w:t>
      </w:r>
      <w:r w:rsidRPr="00E10FF3">
        <w:rPr>
          <w:rFonts w:ascii="Times New Roman" w:hAnsi="Times New Roman"/>
          <w:b/>
          <w:sz w:val="26"/>
          <w:szCs w:val="26"/>
        </w:rPr>
        <w:t>Ремонт и поддръжка на системата на уличното осветление на територията на Община Лясковец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”</w:t>
      </w:r>
      <w:r w:rsidRPr="00E10FF3">
        <w:rPr>
          <w:rFonts w:ascii="Times New Roman" w:hAnsi="Times New Roman"/>
          <w:b/>
          <w:bCs/>
          <w:sz w:val="26"/>
          <w:szCs w:val="26"/>
          <w:lang w:eastAsia="bg-BG"/>
        </w:rPr>
        <w:t>,</w:t>
      </w:r>
    </w:p>
    <w:p w:rsidR="009F3A14" w:rsidRPr="00E10FF3" w:rsidRDefault="009F3A14" w:rsidP="00A10574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 xml:space="preserve"> </w:t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</w:p>
    <w:p w:rsidR="009F3A14" w:rsidRPr="00E10FF3" w:rsidRDefault="009F3A14" w:rsidP="00A10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bg-BG"/>
        </w:rPr>
      </w:pPr>
      <w:r w:rsidRPr="00E10FF3">
        <w:rPr>
          <w:rFonts w:ascii="Times New Roman" w:hAnsi="Times New Roman"/>
          <w:b/>
          <w:sz w:val="26"/>
          <w:szCs w:val="26"/>
          <w:lang w:eastAsia="bg-BG"/>
        </w:rPr>
        <w:t>ДЕКЛАРИРАМ, ЧЕ:</w:t>
      </w:r>
    </w:p>
    <w:p w:rsidR="009F3A14" w:rsidRPr="00E10FF3" w:rsidRDefault="009F3A14" w:rsidP="00A1057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9F3A14" w:rsidRPr="00E10FF3" w:rsidRDefault="009F3A14" w:rsidP="009D757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  <w:lang w:eastAsia="bg-BG"/>
        </w:rPr>
      </w:pPr>
      <w:r w:rsidRPr="00E10FF3">
        <w:rPr>
          <w:rFonts w:ascii="Times New Roman" w:hAnsi="Times New Roman"/>
          <w:bCs/>
          <w:sz w:val="26"/>
          <w:szCs w:val="26"/>
          <w:lang w:eastAsia="bg-BG"/>
        </w:rPr>
        <w:t>За изпълнение на обществената поръчка с предмет:</w:t>
      </w:r>
      <w:r w:rsidRPr="00E10FF3">
        <w:rPr>
          <w:rFonts w:ascii="Times New Roman" w:hAnsi="Times New Roman"/>
          <w:b/>
          <w:bCs/>
          <w:sz w:val="26"/>
          <w:szCs w:val="26"/>
          <w:lang w:eastAsia="bg-BG"/>
        </w:rPr>
        <w:t xml:space="preserve"> 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„</w:t>
      </w:r>
      <w:r w:rsidRPr="00E10FF3">
        <w:rPr>
          <w:rFonts w:ascii="Times New Roman" w:hAnsi="Times New Roman"/>
          <w:b/>
          <w:sz w:val="26"/>
          <w:szCs w:val="26"/>
        </w:rPr>
        <w:t>Ремонт и поддръжка на системата на уличното осветление на територията на Община Лясковец</w:t>
      </w:r>
      <w:r w:rsidRPr="00E10FF3">
        <w:rPr>
          <w:rFonts w:ascii="Times New Roman" w:hAnsi="Times New Roman"/>
          <w:b/>
          <w:sz w:val="26"/>
          <w:szCs w:val="26"/>
          <w:lang w:eastAsia="bg-BG"/>
        </w:rPr>
        <w:t>”</w:t>
      </w:r>
      <w:r w:rsidRPr="00E10FF3">
        <w:rPr>
          <w:rFonts w:ascii="Times New Roman" w:hAnsi="Times New Roman"/>
          <w:iCs/>
          <w:sz w:val="26"/>
          <w:szCs w:val="26"/>
          <w:lang w:eastAsia="bg-BG"/>
        </w:rPr>
        <w:t xml:space="preserve"> разполагам със следната</w:t>
      </w:r>
      <w:r w:rsidRPr="00E10FF3">
        <w:rPr>
          <w:rFonts w:ascii="Times New Roman" w:hAnsi="Times New Roman"/>
          <w:b/>
          <w:iCs/>
          <w:sz w:val="26"/>
          <w:szCs w:val="26"/>
          <w:lang w:eastAsia="bg-BG"/>
        </w:rPr>
        <w:t xml:space="preserve"> </w:t>
      </w:r>
      <w:r w:rsidRPr="00E10FF3">
        <w:rPr>
          <w:rFonts w:ascii="Times New Roman" w:hAnsi="Times New Roman"/>
          <w:iCs/>
          <w:sz w:val="26"/>
          <w:szCs w:val="26"/>
          <w:lang w:eastAsia="bg-BG"/>
        </w:rPr>
        <w:t>техника, оборудване, механизация</w:t>
      </w:r>
      <w:r w:rsidRPr="00E10FF3">
        <w:rPr>
          <w:rStyle w:val="EndnoteReference"/>
          <w:rFonts w:ascii="Times New Roman" w:hAnsi="Times New Roman"/>
          <w:iCs/>
          <w:sz w:val="26"/>
          <w:szCs w:val="26"/>
          <w:lang w:eastAsia="bg-BG"/>
        </w:rPr>
        <w:endnoteReference w:id="1"/>
      </w:r>
      <w:r w:rsidRPr="00E10FF3">
        <w:rPr>
          <w:rFonts w:ascii="Times New Roman" w:hAnsi="Times New Roman"/>
          <w:iCs/>
          <w:sz w:val="26"/>
          <w:szCs w:val="26"/>
          <w:lang w:eastAsia="bg-BG"/>
        </w:rPr>
        <w:t>:</w:t>
      </w:r>
    </w:p>
    <w:p w:rsidR="009F3A14" w:rsidRPr="00E10FF3" w:rsidRDefault="009F3A14" w:rsidP="00A105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  <w:lang w:eastAsia="bg-BG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3"/>
        <w:gridCol w:w="2369"/>
        <w:gridCol w:w="2757"/>
        <w:gridCol w:w="1462"/>
        <w:gridCol w:w="2128"/>
      </w:tblGrid>
      <w:tr w:rsidR="009F3A14" w:rsidRPr="00657743">
        <w:trPr>
          <w:trHeight w:val="1084"/>
          <w:jc w:val="center"/>
        </w:trPr>
        <w:tc>
          <w:tcPr>
            <w:tcW w:w="443" w:type="dxa"/>
            <w:tcBorders>
              <w:right w:val="nil"/>
            </w:tcBorders>
            <w:vAlign w:val="center"/>
          </w:tcPr>
          <w:p w:rsidR="009F3A14" w:rsidRPr="00657743" w:rsidRDefault="009F3A14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369" w:type="dxa"/>
            <w:vAlign w:val="center"/>
          </w:tcPr>
          <w:p w:rsidR="009F3A14" w:rsidRPr="00657743" w:rsidRDefault="009F3A14" w:rsidP="00A10574">
            <w:pPr>
              <w:tabs>
                <w:tab w:val="left" w:pos="993"/>
              </w:tabs>
              <w:spacing w:after="0" w:line="240" w:lineRule="auto"/>
              <w:ind w:left="9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2757" w:type="dxa"/>
            <w:vAlign w:val="center"/>
          </w:tcPr>
          <w:p w:rsidR="009F3A14" w:rsidRPr="00657743" w:rsidRDefault="009F3A14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>Описание и технически характеристики / местонахождение</w:t>
            </w:r>
          </w:p>
        </w:tc>
        <w:tc>
          <w:tcPr>
            <w:tcW w:w="1462" w:type="dxa"/>
            <w:vAlign w:val="center"/>
          </w:tcPr>
          <w:p w:rsidR="009F3A14" w:rsidRPr="00657743" w:rsidRDefault="009F3A14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 xml:space="preserve">Количество  </w:t>
            </w:r>
            <w:r w:rsidRPr="0065774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(брой)</w:t>
            </w:r>
          </w:p>
        </w:tc>
        <w:tc>
          <w:tcPr>
            <w:tcW w:w="2128" w:type="dxa"/>
            <w:vAlign w:val="center"/>
          </w:tcPr>
          <w:p w:rsidR="009F3A14" w:rsidRPr="00657743" w:rsidRDefault="009F3A14" w:rsidP="00A1057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</w:pP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 xml:space="preserve">Начин на ползване </w:t>
            </w:r>
            <w:r w:rsidRPr="0065774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(собствено /наето</w:t>
            </w:r>
            <w:r w:rsidRPr="00657743">
              <w:rPr>
                <w:rFonts w:ascii="Times New Roman" w:hAnsi="Times New Roman"/>
                <w:b/>
                <w:bCs/>
                <w:iCs/>
                <w:sz w:val="20"/>
                <w:szCs w:val="20"/>
                <w:lang w:eastAsia="bg-BG"/>
              </w:rPr>
              <w:t xml:space="preserve"> </w:t>
            </w:r>
            <w:r w:rsidRPr="0065774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/ лизинг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*</w:t>
            </w:r>
            <w:r w:rsidRPr="00657743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bg-BG"/>
              </w:rPr>
              <w:t>)</w:t>
            </w:r>
          </w:p>
        </w:tc>
      </w:tr>
      <w:tr w:rsidR="009F3A14" w:rsidRPr="00800DBE">
        <w:trPr>
          <w:trHeight w:val="379"/>
          <w:jc w:val="center"/>
        </w:trPr>
        <w:tc>
          <w:tcPr>
            <w:tcW w:w="443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369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757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1462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128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</w:tr>
      <w:tr w:rsidR="009F3A14" w:rsidRPr="00800DBE">
        <w:trPr>
          <w:trHeight w:val="380"/>
          <w:jc w:val="center"/>
        </w:trPr>
        <w:tc>
          <w:tcPr>
            <w:tcW w:w="443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369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757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1462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  <w:tc>
          <w:tcPr>
            <w:tcW w:w="2128" w:type="dxa"/>
          </w:tcPr>
          <w:p w:rsidR="009F3A14" w:rsidRPr="00E10FF3" w:rsidRDefault="009F3A14" w:rsidP="00A10574">
            <w:pPr>
              <w:spacing w:after="0" w:line="360" w:lineRule="auto"/>
              <w:ind w:firstLine="540"/>
              <w:jc w:val="both"/>
              <w:rPr>
                <w:rFonts w:ascii="Times New Roman" w:hAnsi="Times New Roman"/>
                <w:highlight w:val="yellow"/>
                <w:lang w:eastAsia="bg-BG"/>
              </w:rPr>
            </w:pPr>
          </w:p>
        </w:tc>
      </w:tr>
    </w:tbl>
    <w:p w:rsidR="009F3A14" w:rsidRPr="00E10FF3" w:rsidRDefault="009F3A14" w:rsidP="00A105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9F3A14" w:rsidRPr="00E10FF3" w:rsidRDefault="009F3A14" w:rsidP="00A105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Като доказателство, че описаната техника, оборудване и механизация ще бъдат в наличност и на мое разположение за периода на изпълнение на обществената поръчка прилагам:</w:t>
      </w:r>
    </w:p>
    <w:p w:rsidR="009F3A14" w:rsidRPr="00E10FF3" w:rsidRDefault="009F3A14" w:rsidP="009D75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………………………………………………</w:t>
      </w:r>
      <w:r>
        <w:rPr>
          <w:rFonts w:ascii="Times New Roman" w:hAnsi="Times New Roman"/>
          <w:sz w:val="26"/>
          <w:szCs w:val="26"/>
          <w:lang w:eastAsia="bg-BG"/>
        </w:rPr>
        <w:t>…</w:t>
      </w: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</w:t>
      </w:r>
    </w:p>
    <w:p w:rsidR="009F3A14" w:rsidRPr="00E10FF3" w:rsidRDefault="009F3A14" w:rsidP="009D757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……………………………………………</w:t>
      </w:r>
      <w:r>
        <w:rPr>
          <w:rFonts w:ascii="Times New Roman" w:hAnsi="Times New Roman"/>
          <w:sz w:val="26"/>
          <w:szCs w:val="26"/>
          <w:lang w:eastAsia="bg-BG"/>
        </w:rPr>
        <w:t>…</w:t>
      </w:r>
      <w:r w:rsidRPr="00E10FF3">
        <w:rPr>
          <w:rFonts w:ascii="Times New Roman" w:hAnsi="Times New Roman"/>
          <w:sz w:val="26"/>
          <w:szCs w:val="26"/>
          <w:lang w:eastAsia="bg-BG"/>
        </w:rPr>
        <w:t>……………………………………</w:t>
      </w:r>
    </w:p>
    <w:p w:rsidR="009F3A14" w:rsidRPr="006E60D7" w:rsidRDefault="009F3A14" w:rsidP="00B6580A">
      <w:pPr>
        <w:pStyle w:val="a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6E60D7">
        <w:rPr>
          <w:rFonts w:ascii="Times New Roman" w:hAnsi="Times New Roman"/>
          <w:sz w:val="26"/>
          <w:szCs w:val="26"/>
        </w:rPr>
        <w:t>Известна ми е наказателната отговорност, която нося по чл. 313 от Наказателния кодекс на Република България за потвърждаване на неистина или затаяване на истина в тази писмена декларация.</w:t>
      </w:r>
    </w:p>
    <w:p w:rsidR="009F3A14" w:rsidRPr="00E10FF3" w:rsidRDefault="009F3A14" w:rsidP="00A1057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bg-BG"/>
        </w:rPr>
      </w:pPr>
    </w:p>
    <w:p w:rsidR="009F3A14" w:rsidRPr="00E10FF3" w:rsidRDefault="009F3A14" w:rsidP="00A10574">
      <w:pPr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>....................... г.</w:t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>Подпис и печат: ..................................</w:t>
      </w:r>
    </w:p>
    <w:p w:rsidR="009F3A14" w:rsidRPr="00E10FF3" w:rsidRDefault="009F3A14" w:rsidP="00A10574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 xml:space="preserve">Име и фамилия: .................................. </w:t>
      </w:r>
    </w:p>
    <w:p w:rsidR="009F3A14" w:rsidRPr="00E10FF3" w:rsidRDefault="009F3A14" w:rsidP="00E10FF3">
      <w:pPr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bg-BG"/>
        </w:rPr>
      </w:pPr>
      <w:r w:rsidRPr="00E10FF3"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ab/>
        <w:t xml:space="preserve">                                </w:t>
      </w:r>
      <w:r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 xml:space="preserve"> </w:t>
      </w:r>
      <w:r>
        <w:rPr>
          <w:rFonts w:ascii="Times New Roman" w:hAnsi="Times New Roman"/>
          <w:sz w:val="26"/>
          <w:szCs w:val="26"/>
          <w:lang w:eastAsia="bg-BG"/>
        </w:rPr>
        <w:tab/>
      </w:r>
      <w:r w:rsidRPr="00E10FF3">
        <w:rPr>
          <w:rFonts w:ascii="Times New Roman" w:hAnsi="Times New Roman"/>
          <w:sz w:val="26"/>
          <w:szCs w:val="26"/>
          <w:lang w:eastAsia="bg-BG"/>
        </w:rPr>
        <w:t>Длъжност:……………………………</w:t>
      </w:r>
    </w:p>
    <w:sectPr w:rsidR="009F3A14" w:rsidRPr="00E10FF3" w:rsidSect="00B6580A">
      <w:headerReference w:type="default" r:id="rId7"/>
      <w:footerReference w:type="default" r:id="rId8"/>
      <w:endnotePr>
        <w:numFmt w:val="decimal"/>
      </w:endnotePr>
      <w:pgSz w:w="11906" w:h="16838"/>
      <w:pgMar w:top="1134" w:right="1134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A14" w:rsidRDefault="009F3A14" w:rsidP="00A10574">
      <w:pPr>
        <w:spacing w:after="0" w:line="240" w:lineRule="auto"/>
      </w:pPr>
      <w:r>
        <w:separator/>
      </w:r>
    </w:p>
  </w:endnote>
  <w:endnote w:type="continuationSeparator" w:id="0">
    <w:p w:rsidR="009F3A14" w:rsidRDefault="009F3A14" w:rsidP="00A10574">
      <w:pPr>
        <w:spacing w:after="0" w:line="240" w:lineRule="auto"/>
      </w:pPr>
      <w:r>
        <w:continuationSeparator/>
      </w:r>
    </w:p>
  </w:endnote>
  <w:endnote w:id="1">
    <w:p w:rsidR="009F3A14" w:rsidRDefault="009F3A14" w:rsidP="004636FE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bCs/>
          <w:i/>
          <w:lang w:eastAsia="bg-BG"/>
        </w:rPr>
      </w:pPr>
      <w:r>
        <w:tab/>
      </w:r>
      <w:r w:rsidRPr="00800E40">
        <w:rPr>
          <w:rStyle w:val="EndnoteReference"/>
        </w:rPr>
        <w:endnoteRef/>
      </w:r>
      <w:r w:rsidRPr="00800E40">
        <w:t xml:space="preserve"> </w:t>
      </w:r>
      <w:r w:rsidRPr="00712B4C">
        <w:rPr>
          <w:rFonts w:ascii="Times New Roman" w:hAnsi="Times New Roman"/>
          <w:b/>
          <w:bCs/>
          <w:i/>
          <w:lang w:eastAsia="bg-BG"/>
        </w:rPr>
        <w:t xml:space="preserve">Запознати сме с минималното изискване, поставено от възложителя, </w:t>
      </w:r>
      <w:r>
        <w:rPr>
          <w:rFonts w:ascii="Times New Roman" w:hAnsi="Times New Roman"/>
          <w:b/>
          <w:bCs/>
          <w:i/>
          <w:lang w:eastAsia="bg-BG"/>
        </w:rPr>
        <w:t xml:space="preserve">а именно: </w:t>
      </w:r>
    </w:p>
    <w:p w:rsidR="009F3A14" w:rsidRPr="00712B4C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/>
          <w:lang w:eastAsia="bg-BG"/>
        </w:rPr>
      </w:pPr>
      <w:r>
        <w:rPr>
          <w:rFonts w:ascii="Times New Roman" w:hAnsi="Times New Roman"/>
          <w:b/>
          <w:bCs/>
          <w:i/>
          <w:lang w:eastAsia="bg-BG"/>
        </w:rPr>
        <w:tab/>
      </w:r>
      <w:r w:rsidRPr="00712B4C">
        <w:rPr>
          <w:rFonts w:ascii="Times New Roman" w:hAnsi="Times New Roman"/>
          <w:i/>
          <w:lang w:eastAsia="bg-BG"/>
        </w:rPr>
        <w:t xml:space="preserve">Участникът трябва да разполага с необходимото за изпълнение на поръчката техническо оборудване както следва: </w:t>
      </w:r>
    </w:p>
    <w:p w:rsidR="009F3A14" w:rsidRPr="00712B4C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/>
          <w:lang w:eastAsia="bg-BG"/>
        </w:rPr>
      </w:pPr>
      <w:r w:rsidRPr="00712B4C">
        <w:rPr>
          <w:rFonts w:ascii="Times New Roman" w:hAnsi="Times New Roman"/>
          <w:i/>
          <w:lang w:eastAsia="bg-BG"/>
        </w:rPr>
        <w:tab/>
        <w:t>- 1 (един) бр. автовишка с работна височина минимум 12 метра;</w:t>
      </w:r>
    </w:p>
    <w:p w:rsidR="009F3A14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/>
          <w:lang w:eastAsia="bg-BG"/>
        </w:rPr>
      </w:pPr>
      <w:r w:rsidRPr="00712B4C">
        <w:rPr>
          <w:rFonts w:ascii="Times New Roman" w:hAnsi="Times New Roman"/>
          <w:i/>
          <w:lang w:eastAsia="bg-BG"/>
        </w:rPr>
        <w:tab/>
        <w:t>- 1 (един) бр. автовишка с работна височина минимум 18 метра.</w:t>
      </w:r>
    </w:p>
    <w:p w:rsidR="009F3A14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/>
          <w:lang w:eastAsia="bg-BG"/>
        </w:rPr>
      </w:pPr>
    </w:p>
    <w:p w:rsidR="009F3A14" w:rsidRPr="00712B4C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bCs/>
          <w:i/>
          <w:lang w:eastAsia="bg-BG"/>
        </w:rPr>
      </w:pPr>
      <w:r>
        <w:rPr>
          <w:rFonts w:ascii="Times New Roman" w:hAnsi="Times New Roman"/>
          <w:i/>
          <w:lang w:eastAsia="bg-BG"/>
        </w:rPr>
        <w:tab/>
        <w:t>*</w:t>
      </w:r>
      <w:r w:rsidRPr="00712B4C">
        <w:rPr>
          <w:rFonts w:ascii="Times New Roman" w:hAnsi="Times New Roman"/>
          <w:b/>
          <w:bCs/>
          <w:i/>
          <w:lang w:eastAsia="bg-BG"/>
        </w:rPr>
        <w:t>Забележка:</w:t>
      </w:r>
    </w:p>
    <w:p w:rsidR="009F3A14" w:rsidRPr="00712B4C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/>
          <w:lang w:eastAsia="bg-BG"/>
        </w:rPr>
      </w:pPr>
      <w:r>
        <w:rPr>
          <w:rFonts w:ascii="Times New Roman" w:hAnsi="Times New Roman"/>
          <w:i/>
          <w:lang w:eastAsia="bg-BG"/>
        </w:rPr>
        <w:tab/>
      </w:r>
      <w:r w:rsidRPr="00712B4C">
        <w:rPr>
          <w:rFonts w:ascii="Times New Roman" w:hAnsi="Times New Roman"/>
          <w:i/>
          <w:lang w:eastAsia="bg-BG"/>
        </w:rPr>
        <w:t xml:space="preserve">Срокът на договора за ползване на техническо оборудване под наем, лизинг или др. правно основание, в случай, че участникът предвижда да използва такива при изпълнение на обществената поръчка, трябва да е не по-кратък от срока за изпълнение на настоящата обществена поръчка. </w:t>
      </w:r>
    </w:p>
    <w:p w:rsidR="009F3A14" w:rsidRPr="00712B4C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/>
          <w:lang w:eastAsia="bg-BG"/>
        </w:rPr>
      </w:pPr>
    </w:p>
    <w:p w:rsidR="009F3A14" w:rsidRPr="00712B4C" w:rsidRDefault="009F3A14" w:rsidP="00712B4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i/>
          <w:lang w:eastAsia="bg-BG"/>
        </w:rPr>
      </w:pPr>
    </w:p>
    <w:p w:rsidR="009F3A14" w:rsidRDefault="009F3A14" w:rsidP="00712B4C">
      <w:pPr>
        <w:tabs>
          <w:tab w:val="left" w:pos="720"/>
        </w:tabs>
        <w:spacing w:after="0" w:line="240" w:lineRule="auto"/>
        <w:jc w:val="both"/>
      </w:pPr>
      <w:bookmarkStart w:id="0" w:name="_GoBack"/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A14" w:rsidRDefault="009F3A14" w:rsidP="00BC2B8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F3A14" w:rsidRDefault="009F3A14" w:rsidP="00D968D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A14" w:rsidRDefault="009F3A14" w:rsidP="00A10574">
      <w:pPr>
        <w:spacing w:after="0" w:line="240" w:lineRule="auto"/>
      </w:pPr>
      <w:r>
        <w:separator/>
      </w:r>
    </w:p>
  </w:footnote>
  <w:footnote w:type="continuationSeparator" w:id="0">
    <w:p w:rsidR="009F3A14" w:rsidRDefault="009F3A14" w:rsidP="00A1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A14" w:rsidRPr="00A10574" w:rsidRDefault="009F3A14" w:rsidP="00A10574">
    <w:pPr>
      <w:ind w:left="7080"/>
      <w:jc w:val="right"/>
      <w:rPr>
        <w:rFonts w:ascii="Times New Roman" w:hAnsi="Times New Roman"/>
        <w:b/>
        <w:sz w:val="26"/>
        <w:szCs w:val="26"/>
        <w:lang w:eastAsia="bg-BG"/>
      </w:rPr>
    </w:pPr>
    <w:r w:rsidRPr="00A10574">
      <w:rPr>
        <w:rFonts w:ascii="Times New Roman" w:hAnsi="Times New Roman"/>
        <w:b/>
        <w:sz w:val="26"/>
        <w:szCs w:val="26"/>
        <w:lang w:eastAsia="bg-BG"/>
      </w:rPr>
      <w:t xml:space="preserve">ОБРАЗЕЦ № </w:t>
    </w:r>
    <w:r>
      <w:rPr>
        <w:rFonts w:ascii="Times New Roman" w:hAnsi="Times New Roman"/>
        <w:b/>
        <w:sz w:val="26"/>
        <w:szCs w:val="26"/>
        <w:lang w:val="en-US" w:eastAsia="bg-BG"/>
      </w:rPr>
      <w:t>10</w:t>
    </w:r>
    <w:r>
      <w:rPr>
        <w:rFonts w:ascii="Times New Roman" w:hAnsi="Times New Roman"/>
        <w:b/>
        <w:sz w:val="26"/>
        <w:szCs w:val="26"/>
        <w:lang w:eastAsia="bg-BG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C5229"/>
    <w:multiLevelType w:val="hybridMultilevel"/>
    <w:tmpl w:val="8FA05D1E"/>
    <w:lvl w:ilvl="0" w:tplc="0672BB22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E96050E"/>
    <w:multiLevelType w:val="hybridMultilevel"/>
    <w:tmpl w:val="33907E2E"/>
    <w:lvl w:ilvl="0" w:tplc="C030675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574"/>
    <w:rsid w:val="000E7B81"/>
    <w:rsid w:val="00214D55"/>
    <w:rsid w:val="00243B1A"/>
    <w:rsid w:val="00246E42"/>
    <w:rsid w:val="00280404"/>
    <w:rsid w:val="002A74F6"/>
    <w:rsid w:val="003B5F07"/>
    <w:rsid w:val="00430C4D"/>
    <w:rsid w:val="004636FE"/>
    <w:rsid w:val="0049767A"/>
    <w:rsid w:val="004B35F7"/>
    <w:rsid w:val="004C67C3"/>
    <w:rsid w:val="004C7489"/>
    <w:rsid w:val="005650F9"/>
    <w:rsid w:val="005D35CF"/>
    <w:rsid w:val="005E5D14"/>
    <w:rsid w:val="006538FB"/>
    <w:rsid w:val="00653A98"/>
    <w:rsid w:val="00657743"/>
    <w:rsid w:val="006D2DA1"/>
    <w:rsid w:val="006E60D7"/>
    <w:rsid w:val="006F19E2"/>
    <w:rsid w:val="00712B4C"/>
    <w:rsid w:val="0073178B"/>
    <w:rsid w:val="00800DBE"/>
    <w:rsid w:val="00800E40"/>
    <w:rsid w:val="00826959"/>
    <w:rsid w:val="008725C0"/>
    <w:rsid w:val="00887EBB"/>
    <w:rsid w:val="009D7573"/>
    <w:rsid w:val="009F3A14"/>
    <w:rsid w:val="00A10574"/>
    <w:rsid w:val="00AA0F3C"/>
    <w:rsid w:val="00AB7FCD"/>
    <w:rsid w:val="00AD51C0"/>
    <w:rsid w:val="00AD59EE"/>
    <w:rsid w:val="00B12650"/>
    <w:rsid w:val="00B6580A"/>
    <w:rsid w:val="00B72D36"/>
    <w:rsid w:val="00BC2B86"/>
    <w:rsid w:val="00BC63DA"/>
    <w:rsid w:val="00C20761"/>
    <w:rsid w:val="00C21C71"/>
    <w:rsid w:val="00D077B5"/>
    <w:rsid w:val="00D17D4F"/>
    <w:rsid w:val="00D968D2"/>
    <w:rsid w:val="00D97D39"/>
    <w:rsid w:val="00E10FF3"/>
    <w:rsid w:val="00E66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F0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105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0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1057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1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5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C21C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1C7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21C71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21C7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21C71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21C71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D968D2"/>
    <w:rPr>
      <w:rFonts w:cs="Times New Roman"/>
    </w:rPr>
  </w:style>
  <w:style w:type="paragraph" w:customStyle="1" w:styleId="a">
    <w:name w:val="Списък на абзаци"/>
    <w:basedOn w:val="Normal"/>
    <w:uiPriority w:val="99"/>
    <w:rsid w:val="00B6580A"/>
    <w:pPr>
      <w:ind w:left="720"/>
    </w:pPr>
  </w:style>
  <w:style w:type="paragraph" w:styleId="ListParagraph">
    <w:name w:val="List Paragraph"/>
    <w:basedOn w:val="Normal"/>
    <w:uiPriority w:val="99"/>
    <w:qFormat/>
    <w:rsid w:val="00712B4C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val="en-US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330</Words>
  <Characters>1887</Characters>
  <Application>Microsoft Office Outlook</Application>
  <DocSecurity>0</DocSecurity>
  <Lines>0</Lines>
  <Paragraphs>0</Paragraphs>
  <ScaleCrop>false</ScaleCrop>
  <Company>Lyaskovets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СПИСЪК – ДЕКЛАРАЦИЯ</dc:title>
  <dc:subject/>
  <dc:creator>User</dc:creator>
  <cp:keywords/>
  <dc:description/>
  <cp:lastModifiedBy>Obshtina</cp:lastModifiedBy>
  <cp:revision>6</cp:revision>
  <dcterms:created xsi:type="dcterms:W3CDTF">2018-01-08T12:04:00Z</dcterms:created>
  <dcterms:modified xsi:type="dcterms:W3CDTF">2018-04-30T10:01:00Z</dcterms:modified>
</cp:coreProperties>
</file>