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6D" w:rsidRDefault="00AC286D" w:rsidP="007E49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AC286D" w:rsidRPr="007E4927" w:rsidRDefault="00AC286D" w:rsidP="007E49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E4927">
        <w:rPr>
          <w:rFonts w:ascii="Times New Roman" w:hAnsi="Times New Roman"/>
          <w:b/>
          <w:sz w:val="26"/>
          <w:szCs w:val="26"/>
        </w:rPr>
        <w:t>СПИСЪК - ДЕКЛАРАЦИЯ</w:t>
      </w:r>
    </w:p>
    <w:p w:rsidR="00AC286D" w:rsidRPr="007E4927" w:rsidRDefault="00AC286D" w:rsidP="007E492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E4927">
        <w:rPr>
          <w:rFonts w:ascii="Times New Roman" w:hAnsi="Times New Roman"/>
          <w:b/>
          <w:bCs/>
          <w:sz w:val="26"/>
          <w:szCs w:val="26"/>
        </w:rPr>
        <w:t>на ръководните служители / техническите лица, които участникът ще използва за изпълнение на обществената поръчка</w:t>
      </w:r>
    </w:p>
    <w:p w:rsidR="00AC286D" w:rsidRPr="007E4927" w:rsidRDefault="00AC286D" w:rsidP="007E4927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AC286D" w:rsidRPr="007E4927" w:rsidRDefault="00AC286D" w:rsidP="007E4927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AC286D" w:rsidRPr="007E4927" w:rsidRDefault="00AC286D" w:rsidP="007E49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E4927">
        <w:rPr>
          <w:rFonts w:ascii="Times New Roman" w:hAnsi="Times New Roman"/>
          <w:sz w:val="26"/>
          <w:szCs w:val="26"/>
        </w:rPr>
        <w:t xml:space="preserve">Подписаният/-ата …........................................................................................................ </w:t>
      </w:r>
    </w:p>
    <w:p w:rsidR="00AC286D" w:rsidRPr="007E4927" w:rsidRDefault="00AC286D" w:rsidP="007E492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E4927">
        <w:rPr>
          <w:rFonts w:ascii="Times New Roman" w:hAnsi="Times New Roman"/>
          <w:i/>
          <w:sz w:val="20"/>
          <w:szCs w:val="20"/>
        </w:rPr>
        <w:t>(трите имена)</w:t>
      </w:r>
    </w:p>
    <w:p w:rsidR="00AC286D" w:rsidRPr="007E4927" w:rsidRDefault="00AC286D" w:rsidP="007E49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E4927">
        <w:rPr>
          <w:rFonts w:ascii="Times New Roman" w:hAnsi="Times New Roman"/>
          <w:sz w:val="26"/>
          <w:szCs w:val="26"/>
        </w:rPr>
        <w:t>данни по документ за самоличност ……......................................................................</w:t>
      </w:r>
    </w:p>
    <w:p w:rsidR="00AC286D" w:rsidRPr="007E4927" w:rsidRDefault="00AC286D" w:rsidP="007E49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E4927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…………………………………………………………………………………………...</w:t>
      </w:r>
    </w:p>
    <w:p w:rsidR="00AC286D" w:rsidRPr="007E4927" w:rsidRDefault="00AC286D" w:rsidP="007E492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E4927">
        <w:rPr>
          <w:rFonts w:ascii="Times New Roman" w:hAnsi="Times New Roman"/>
          <w:i/>
          <w:sz w:val="20"/>
          <w:szCs w:val="20"/>
        </w:rPr>
        <w:t>(номер на лична карта, дата, орган и място на издаването)</w:t>
      </w:r>
    </w:p>
    <w:p w:rsidR="00AC286D" w:rsidRPr="007E4927" w:rsidRDefault="00AC286D" w:rsidP="007E49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E4927">
        <w:rPr>
          <w:rFonts w:ascii="Times New Roman" w:hAnsi="Times New Roman"/>
          <w:sz w:val="26"/>
          <w:szCs w:val="26"/>
        </w:rPr>
        <w:t>в качеството си на ….......................................................................................................</w:t>
      </w:r>
    </w:p>
    <w:p w:rsidR="00AC286D" w:rsidRPr="007E4927" w:rsidRDefault="00AC286D" w:rsidP="007E492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E4927">
        <w:rPr>
          <w:rFonts w:ascii="Times New Roman" w:hAnsi="Times New Roman"/>
          <w:i/>
          <w:sz w:val="20"/>
          <w:szCs w:val="20"/>
        </w:rPr>
        <w:t>(длъжност)</w:t>
      </w:r>
    </w:p>
    <w:p w:rsidR="00AC286D" w:rsidRPr="007E4927" w:rsidRDefault="00AC286D" w:rsidP="007E49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E4927">
        <w:rPr>
          <w:rFonts w:ascii="Times New Roman" w:hAnsi="Times New Roman"/>
          <w:sz w:val="26"/>
          <w:szCs w:val="26"/>
        </w:rPr>
        <w:t>на ...................................................................................................................................... ...........................................................................................................................................</w:t>
      </w:r>
    </w:p>
    <w:p w:rsidR="00AC286D" w:rsidRPr="007E4927" w:rsidRDefault="00AC286D" w:rsidP="007E492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E4927">
        <w:rPr>
          <w:rFonts w:ascii="Times New Roman" w:hAnsi="Times New Roman"/>
          <w:i/>
          <w:sz w:val="20"/>
          <w:szCs w:val="20"/>
        </w:rPr>
        <w:t>(наименование на участника)</w:t>
      </w:r>
    </w:p>
    <w:p w:rsidR="00AC286D" w:rsidRPr="007E4927" w:rsidRDefault="00AC286D" w:rsidP="007E492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E4927">
        <w:rPr>
          <w:rFonts w:ascii="Times New Roman" w:hAnsi="Times New Roman"/>
          <w:sz w:val="26"/>
          <w:szCs w:val="26"/>
        </w:rPr>
        <w:t xml:space="preserve">с ЕИК/БУЛСТАТ ...........................................................................................................- </w:t>
      </w:r>
    </w:p>
    <w:p w:rsidR="00AC286D" w:rsidRPr="007E4927" w:rsidRDefault="00AC286D" w:rsidP="007E492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участник </w:t>
      </w:r>
      <w:r w:rsidRPr="007E4927">
        <w:rPr>
          <w:rFonts w:ascii="Times New Roman" w:hAnsi="Times New Roman"/>
          <w:sz w:val="26"/>
          <w:szCs w:val="26"/>
        </w:rPr>
        <w:t>във възлагане чрез публична покана на обществена поръчка с предмет:</w:t>
      </w:r>
      <w:r w:rsidRPr="008B7994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7E4927">
        <w:rPr>
          <w:rFonts w:ascii="Times New Roman" w:hAnsi="Times New Roman"/>
          <w:b/>
          <w:sz w:val="26"/>
          <w:szCs w:val="26"/>
        </w:rPr>
        <w:t>„Ремонт и поддръжка на системата на уличното осветление на територията на Община Лясковец</w:t>
      </w:r>
      <w:r>
        <w:rPr>
          <w:rFonts w:ascii="Times New Roman" w:hAnsi="Times New Roman"/>
          <w:b/>
          <w:sz w:val="26"/>
          <w:szCs w:val="26"/>
        </w:rPr>
        <w:t xml:space="preserve">”, </w:t>
      </w:r>
      <w:r w:rsidRPr="007E4927">
        <w:rPr>
          <w:rFonts w:ascii="Times New Roman" w:hAnsi="Times New Roman"/>
          <w:sz w:val="26"/>
          <w:szCs w:val="26"/>
        </w:rPr>
        <w:t>заявяваме:</w:t>
      </w:r>
    </w:p>
    <w:p w:rsidR="00AC286D" w:rsidRPr="007E4927" w:rsidRDefault="00AC286D" w:rsidP="007E49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C286D" w:rsidRPr="00311700" w:rsidRDefault="00AC286D" w:rsidP="00666B89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11700">
        <w:rPr>
          <w:rFonts w:ascii="Times New Roman" w:hAnsi="Times New Roman"/>
          <w:sz w:val="26"/>
          <w:szCs w:val="26"/>
        </w:rPr>
        <w:t>Ръководните служители / техническите лица, с които предлагаме да изпълним обществената поръчка в съответствие с изискванията на възложителя</w:t>
      </w:r>
      <w:r w:rsidRPr="00311700">
        <w:rPr>
          <w:rStyle w:val="EndnoteReference"/>
          <w:rFonts w:ascii="Times New Roman" w:hAnsi="Times New Roman"/>
          <w:sz w:val="26"/>
          <w:szCs w:val="26"/>
        </w:rPr>
        <w:endnoteReference w:id="2"/>
      </w:r>
      <w:r>
        <w:rPr>
          <w:rFonts w:ascii="Times New Roman" w:hAnsi="Times New Roman"/>
          <w:sz w:val="26"/>
          <w:szCs w:val="26"/>
        </w:rPr>
        <w:t xml:space="preserve"> </w:t>
      </w:r>
      <w:r w:rsidRPr="00311700">
        <w:rPr>
          <w:rFonts w:ascii="Times New Roman" w:hAnsi="Times New Roman"/>
          <w:sz w:val="26"/>
          <w:szCs w:val="26"/>
        </w:rPr>
        <w:t>са:</w:t>
      </w:r>
    </w:p>
    <w:p w:rsidR="00AC286D" w:rsidRPr="007E4927" w:rsidRDefault="00AC286D" w:rsidP="007E4927">
      <w:pPr>
        <w:spacing w:after="0" w:line="240" w:lineRule="auto"/>
        <w:ind w:left="709"/>
        <w:rPr>
          <w:rFonts w:ascii="Times New Roman" w:hAnsi="Times New Roman"/>
          <w:sz w:val="26"/>
          <w:szCs w:val="26"/>
          <w:highlight w:val="yellow"/>
        </w:rPr>
      </w:pPr>
    </w:p>
    <w:tbl>
      <w:tblPr>
        <w:tblW w:w="10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5"/>
        <w:gridCol w:w="2163"/>
        <w:gridCol w:w="1341"/>
        <w:gridCol w:w="2127"/>
        <w:gridCol w:w="2185"/>
        <w:gridCol w:w="1863"/>
      </w:tblGrid>
      <w:tr w:rsidR="00AC286D" w:rsidRPr="002C58AA">
        <w:trPr>
          <w:tblHeader/>
          <w:jc w:val="center"/>
        </w:trPr>
        <w:tc>
          <w:tcPr>
            <w:tcW w:w="465" w:type="dxa"/>
            <w:vAlign w:val="center"/>
          </w:tcPr>
          <w:p w:rsidR="00AC286D" w:rsidRPr="00311700" w:rsidRDefault="00AC286D" w:rsidP="007E49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700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163" w:type="dxa"/>
            <w:vAlign w:val="center"/>
          </w:tcPr>
          <w:p w:rsidR="00AC286D" w:rsidRPr="00311700" w:rsidRDefault="00AC286D" w:rsidP="007E49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7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Служител / техническо лице </w:t>
            </w:r>
            <w:r w:rsidRPr="0031170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(трите имена)</w:t>
            </w:r>
          </w:p>
        </w:tc>
        <w:tc>
          <w:tcPr>
            <w:tcW w:w="1341" w:type="dxa"/>
          </w:tcPr>
          <w:p w:rsidR="00AC286D" w:rsidRPr="00311700" w:rsidRDefault="00AC286D" w:rsidP="008B0FBC">
            <w:pPr>
              <w:spacing w:after="0" w:line="240" w:lineRule="auto"/>
              <w:ind w:left="-112" w:right="-3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700">
              <w:rPr>
                <w:rFonts w:ascii="Times New Roman" w:hAnsi="Times New Roman"/>
                <w:b/>
                <w:bCs/>
                <w:sz w:val="20"/>
                <w:szCs w:val="20"/>
              </w:rPr>
              <w:t>Заемана длъжност при изпълнение на обществената поръчка</w:t>
            </w:r>
          </w:p>
        </w:tc>
        <w:tc>
          <w:tcPr>
            <w:tcW w:w="2127" w:type="dxa"/>
            <w:vAlign w:val="center"/>
          </w:tcPr>
          <w:p w:rsidR="00AC286D" w:rsidRPr="00311700" w:rsidRDefault="00AC286D" w:rsidP="007E49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7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Образование </w:t>
            </w:r>
            <w:r w:rsidRPr="0031170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(степен, специалност, година на дипломиране, № на диплома, учебно заведение)</w:t>
            </w:r>
          </w:p>
        </w:tc>
        <w:tc>
          <w:tcPr>
            <w:tcW w:w="2185" w:type="dxa"/>
            <w:vAlign w:val="center"/>
          </w:tcPr>
          <w:p w:rsidR="00AC286D" w:rsidRPr="00311700" w:rsidRDefault="00AC286D" w:rsidP="007E49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7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Професионална квалификация </w:t>
            </w:r>
            <w:r w:rsidRPr="0031170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(направление, година на придобиване, № на издадения документ, издател)</w:t>
            </w:r>
          </w:p>
        </w:tc>
        <w:tc>
          <w:tcPr>
            <w:tcW w:w="1863" w:type="dxa"/>
            <w:vAlign w:val="center"/>
          </w:tcPr>
          <w:p w:rsidR="00AC286D" w:rsidRPr="00311700" w:rsidRDefault="00AC286D" w:rsidP="007E49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7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Професионален опит </w:t>
            </w:r>
            <w:r w:rsidRPr="0031170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(месторабота, период, длъжност, основни функции)</w:t>
            </w:r>
          </w:p>
        </w:tc>
      </w:tr>
      <w:tr w:rsidR="00AC286D" w:rsidRPr="002C58AA">
        <w:trPr>
          <w:jc w:val="center"/>
        </w:trPr>
        <w:tc>
          <w:tcPr>
            <w:tcW w:w="465" w:type="dxa"/>
          </w:tcPr>
          <w:p w:rsidR="00AC286D" w:rsidRPr="008B7994" w:rsidRDefault="00AC286D" w:rsidP="007E49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799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163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341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85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3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AC286D" w:rsidRPr="002C58AA">
        <w:trPr>
          <w:jc w:val="center"/>
        </w:trPr>
        <w:tc>
          <w:tcPr>
            <w:tcW w:w="465" w:type="dxa"/>
          </w:tcPr>
          <w:p w:rsidR="00AC286D" w:rsidRPr="008B7994" w:rsidRDefault="00AC286D" w:rsidP="007E49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799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163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341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85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3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AC286D" w:rsidRPr="002C58AA">
        <w:trPr>
          <w:jc w:val="center"/>
        </w:trPr>
        <w:tc>
          <w:tcPr>
            <w:tcW w:w="465" w:type="dxa"/>
          </w:tcPr>
          <w:p w:rsidR="00AC286D" w:rsidRPr="008B7994" w:rsidRDefault="00AC286D" w:rsidP="007E49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799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163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341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85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3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AC286D" w:rsidRPr="002C58AA">
        <w:trPr>
          <w:jc w:val="center"/>
        </w:trPr>
        <w:tc>
          <w:tcPr>
            <w:tcW w:w="465" w:type="dxa"/>
          </w:tcPr>
          <w:p w:rsidR="00AC286D" w:rsidRPr="008B7994" w:rsidRDefault="00AC286D" w:rsidP="007E49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799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163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341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85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3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AC286D" w:rsidRPr="002C58AA">
        <w:trPr>
          <w:jc w:val="center"/>
        </w:trPr>
        <w:tc>
          <w:tcPr>
            <w:tcW w:w="465" w:type="dxa"/>
          </w:tcPr>
          <w:p w:rsidR="00AC286D" w:rsidRPr="008B7994" w:rsidRDefault="00AC286D" w:rsidP="007E49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7994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163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341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85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3" w:type="dxa"/>
          </w:tcPr>
          <w:p w:rsidR="00AC286D" w:rsidRPr="007E4927" w:rsidRDefault="00AC286D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</w:tbl>
    <w:p w:rsidR="00AC286D" w:rsidRDefault="00AC286D" w:rsidP="00666B8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C286D" w:rsidRPr="00666B89" w:rsidRDefault="00AC286D" w:rsidP="00666B89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66B89">
        <w:rPr>
          <w:rFonts w:ascii="Times New Roman" w:hAnsi="Times New Roman"/>
          <w:sz w:val="26"/>
          <w:szCs w:val="26"/>
        </w:rPr>
        <w:t xml:space="preserve">Ще осигурим участие на посочените по-горе служители / технически лица за целия период на изпълнение на обществената поръчка, ако същата ни бъде възложена. </w:t>
      </w:r>
    </w:p>
    <w:p w:rsidR="00AC286D" w:rsidRPr="007E4927" w:rsidRDefault="00AC286D" w:rsidP="007E4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6"/>
          <w:szCs w:val="26"/>
          <w:highlight w:val="yellow"/>
          <w:lang w:eastAsia="bg-BG"/>
        </w:rPr>
      </w:pPr>
    </w:p>
    <w:p w:rsidR="00AC286D" w:rsidRPr="00311700" w:rsidRDefault="00AC286D" w:rsidP="007E4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/>
          <w:i/>
          <w:color w:val="000000"/>
          <w:sz w:val="26"/>
          <w:szCs w:val="26"/>
          <w:lang w:eastAsia="bg-BG"/>
        </w:rPr>
      </w:pPr>
      <w:r w:rsidRPr="00311700">
        <w:rPr>
          <w:rFonts w:ascii="Times New Roman" w:hAnsi="Times New Roman"/>
          <w:color w:val="000000"/>
          <w:sz w:val="26"/>
          <w:szCs w:val="26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AC286D" w:rsidRPr="00311700" w:rsidRDefault="00AC286D" w:rsidP="007E492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C286D" w:rsidRPr="00311700" w:rsidRDefault="00AC286D" w:rsidP="007E492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1700">
        <w:rPr>
          <w:rFonts w:ascii="Times New Roman" w:hAnsi="Times New Roman"/>
          <w:sz w:val="26"/>
          <w:szCs w:val="26"/>
        </w:rPr>
        <w:t>....................... г.</w:t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AC286D" w:rsidRPr="00311700" w:rsidRDefault="00AC286D" w:rsidP="007E492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AC286D" w:rsidRPr="00311700" w:rsidRDefault="00AC286D" w:rsidP="007E492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AC286D" w:rsidRPr="00311700" w:rsidRDefault="00AC286D" w:rsidP="007E492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1700">
        <w:rPr>
          <w:rFonts w:ascii="Times New Roman" w:hAnsi="Times New Roman"/>
          <w:sz w:val="26"/>
          <w:szCs w:val="26"/>
        </w:rPr>
        <w:tab/>
      </w:r>
    </w:p>
    <w:sectPr w:rsidR="00AC286D" w:rsidRPr="00311700" w:rsidSect="008B0FBC">
      <w:headerReference w:type="default" r:id="rId7"/>
      <w:endnotePr>
        <w:numFmt w:val="decimal"/>
      </w:endnotePr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86D" w:rsidRDefault="00AC286D" w:rsidP="007E4927">
      <w:pPr>
        <w:spacing w:after="0" w:line="240" w:lineRule="auto"/>
      </w:pPr>
      <w:r>
        <w:separator/>
      </w:r>
    </w:p>
  </w:endnote>
  <w:endnote w:type="continuationSeparator" w:id="1">
    <w:p w:rsidR="00AC286D" w:rsidRDefault="00AC286D" w:rsidP="007E4927">
      <w:pPr>
        <w:spacing w:after="0" w:line="240" w:lineRule="auto"/>
      </w:pPr>
      <w:r>
        <w:continuationSeparator/>
      </w:r>
    </w:p>
  </w:endnote>
  <w:endnote w:id="2">
    <w:p w:rsidR="00AC286D" w:rsidRPr="00311700" w:rsidRDefault="00AC286D" w:rsidP="0031170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i/>
        </w:rPr>
      </w:pPr>
      <w:r>
        <w:tab/>
      </w:r>
      <w:r w:rsidRPr="00311700">
        <w:rPr>
          <w:rStyle w:val="EndnoteReference"/>
        </w:rPr>
        <w:endnoteRef/>
      </w:r>
      <w:r w:rsidRPr="00311700">
        <w:rPr>
          <w:rFonts w:ascii="Times New Roman" w:hAnsi="Times New Roman"/>
          <w:b/>
          <w:i/>
          <w:iCs/>
        </w:rPr>
        <w:t xml:space="preserve">Запознати сме с минималното изискване за техническите възможности и квалификация, поставено от възложителя, </w:t>
      </w:r>
      <w:r w:rsidRPr="00311700">
        <w:rPr>
          <w:rFonts w:ascii="Times New Roman" w:hAnsi="Times New Roman"/>
          <w:b/>
          <w:bCs/>
          <w:i/>
          <w:iCs/>
        </w:rPr>
        <w:t xml:space="preserve">че </w:t>
      </w:r>
      <w:r w:rsidRPr="00311700">
        <w:rPr>
          <w:rFonts w:ascii="Times New Roman" w:hAnsi="Times New Roman"/>
          <w:b/>
          <w:bCs/>
          <w:i/>
        </w:rPr>
        <w:t xml:space="preserve">всеки участник </w:t>
      </w:r>
      <w:r>
        <w:rPr>
          <w:rFonts w:ascii="Times New Roman" w:hAnsi="Times New Roman"/>
          <w:b/>
          <w:i/>
        </w:rPr>
        <w:t>трябва да разполага минимум с</w:t>
      </w:r>
      <w:r w:rsidRPr="00311700">
        <w:rPr>
          <w:rFonts w:ascii="Times New Roman" w:hAnsi="Times New Roman"/>
          <w:b/>
          <w:i/>
        </w:rPr>
        <w:t xml:space="preserve">: </w:t>
      </w:r>
    </w:p>
    <w:p w:rsidR="00AC286D" w:rsidRPr="00311700" w:rsidRDefault="00AC286D" w:rsidP="00311700">
      <w:pPr>
        <w:spacing w:after="0"/>
        <w:ind w:firstLine="709"/>
        <w:jc w:val="both"/>
        <w:rPr>
          <w:rFonts w:ascii="Times New Roman" w:hAnsi="Times New Roman"/>
          <w:i/>
        </w:rPr>
      </w:pPr>
      <w:r w:rsidRPr="00311700">
        <w:rPr>
          <w:rFonts w:ascii="Times New Roman" w:hAnsi="Times New Roman"/>
          <w:i/>
        </w:rPr>
        <w:t>- 1 (един) технически ръководител специалист по част „Електро“ с висше образование „Електро инженер“ с придобита минимум IV-та квалификационна група по електробезопасност съгласно Правилника за безопасност и здраве по електрообзавеждането с напрежение до 1000 V</w:t>
      </w:r>
      <w:r>
        <w:rPr>
          <w:rFonts w:ascii="Times New Roman" w:hAnsi="Times New Roman"/>
          <w:i/>
        </w:rPr>
        <w:t xml:space="preserve">, </w:t>
      </w:r>
      <w:r w:rsidRPr="008B7994">
        <w:rPr>
          <w:rFonts w:ascii="Times New Roman" w:hAnsi="Times New Roman"/>
          <w:i/>
        </w:rPr>
        <w:t>издаден от Министерство на енергетиката и енергийните ресурси и Министерство на труда и социалната политика</w:t>
      </w:r>
      <w:r w:rsidRPr="00311700">
        <w:rPr>
          <w:rFonts w:ascii="Times New Roman" w:hAnsi="Times New Roman"/>
          <w:i/>
        </w:rPr>
        <w:t>;</w:t>
      </w:r>
    </w:p>
    <w:p w:rsidR="00AC286D" w:rsidRPr="007E4927" w:rsidRDefault="00AC286D" w:rsidP="00311700">
      <w:pPr>
        <w:spacing w:after="0"/>
        <w:ind w:firstLine="709"/>
        <w:jc w:val="both"/>
        <w:rPr>
          <w:rFonts w:ascii="Times New Roman" w:hAnsi="Times New Roman"/>
          <w:i/>
        </w:rPr>
      </w:pPr>
      <w:r w:rsidRPr="00311700">
        <w:rPr>
          <w:rFonts w:ascii="Times New Roman" w:hAnsi="Times New Roman"/>
          <w:i/>
        </w:rPr>
        <w:t>- 3 (три) ел. монтьори със специалност „ел. монтьор“, които притежават минимум III-та квалификационна група по електробезопасност съгласно Правилника за безопасност и здраве по електрообзавеждането с напрежение до 1000 V.</w:t>
      </w:r>
    </w:p>
    <w:p w:rsidR="00AC286D" w:rsidRPr="007E4927" w:rsidRDefault="00AC286D" w:rsidP="00311700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/>
          <w:bCs/>
          <w:i/>
          <w:iCs/>
        </w:rPr>
      </w:pPr>
    </w:p>
    <w:p w:rsidR="00AC286D" w:rsidRDefault="00AC286D" w:rsidP="00311700">
      <w:pPr>
        <w:tabs>
          <w:tab w:val="left" w:pos="0"/>
          <w:tab w:val="left" w:pos="720"/>
        </w:tabs>
        <w:spacing w:after="0" w:line="240" w:lineRule="auto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86D" w:rsidRDefault="00AC286D" w:rsidP="007E4927">
      <w:pPr>
        <w:spacing w:after="0" w:line="240" w:lineRule="auto"/>
      </w:pPr>
      <w:r>
        <w:separator/>
      </w:r>
    </w:p>
  </w:footnote>
  <w:footnote w:type="continuationSeparator" w:id="1">
    <w:p w:rsidR="00AC286D" w:rsidRDefault="00AC286D" w:rsidP="007E4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86D" w:rsidRDefault="00AC286D" w:rsidP="007E4927">
    <w:pPr>
      <w:pStyle w:val="Header"/>
      <w:jc w:val="right"/>
    </w:pPr>
    <w:r w:rsidRPr="007E4927">
      <w:rPr>
        <w:rFonts w:ascii="Times New Roman" w:hAnsi="Times New Roman"/>
        <w:b/>
        <w:sz w:val="26"/>
        <w:szCs w:val="26"/>
      </w:rPr>
      <w:t>ОБРАЗЕЦ №</w:t>
    </w:r>
    <w:r>
      <w:rPr>
        <w:rFonts w:ascii="Times New Roman" w:hAnsi="Times New Roman"/>
        <w:b/>
        <w:sz w:val="26"/>
        <w:szCs w:val="26"/>
      </w:rPr>
      <w:t xml:space="preserve"> 6</w:t>
    </w:r>
  </w:p>
  <w:p w:rsidR="00AC286D" w:rsidRDefault="00AC28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C5229"/>
    <w:multiLevelType w:val="hybridMultilevel"/>
    <w:tmpl w:val="8FA05D1E"/>
    <w:lvl w:ilvl="0" w:tplc="0672BB22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EBB7030"/>
    <w:multiLevelType w:val="hybridMultilevel"/>
    <w:tmpl w:val="255A35F6"/>
    <w:lvl w:ilvl="0" w:tplc="998E7BC0">
      <w:start w:val="1"/>
      <w:numFmt w:val="decimal"/>
      <w:lvlText w:val="%1."/>
      <w:lvlJc w:val="left"/>
      <w:pPr>
        <w:ind w:left="2025" w:hanging="945"/>
      </w:pPr>
      <w:rPr>
        <w:rFonts w:ascii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D0F04EE"/>
    <w:multiLevelType w:val="hybridMultilevel"/>
    <w:tmpl w:val="B0CABA0C"/>
    <w:lvl w:ilvl="0" w:tplc="5D9EF5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927"/>
    <w:rsid w:val="00284DA5"/>
    <w:rsid w:val="002C58AA"/>
    <w:rsid w:val="00311700"/>
    <w:rsid w:val="00437CCE"/>
    <w:rsid w:val="00666B89"/>
    <w:rsid w:val="007E4927"/>
    <w:rsid w:val="008B0FBC"/>
    <w:rsid w:val="008B7994"/>
    <w:rsid w:val="00980584"/>
    <w:rsid w:val="00A51C23"/>
    <w:rsid w:val="00AC286D"/>
    <w:rsid w:val="00AD59EE"/>
    <w:rsid w:val="00C81E34"/>
    <w:rsid w:val="00CD0EE5"/>
    <w:rsid w:val="00E25081"/>
    <w:rsid w:val="00E56C09"/>
    <w:rsid w:val="00F96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AB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E4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E492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E4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E49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E4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49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66B89"/>
    <w:pPr>
      <w:ind w:left="720"/>
    </w:pPr>
    <w:rPr>
      <w:rFonts w:eastAsia="Times New Roman"/>
    </w:rPr>
  </w:style>
  <w:style w:type="paragraph" w:styleId="EndnoteText">
    <w:name w:val="endnote text"/>
    <w:basedOn w:val="Normal"/>
    <w:link w:val="EndnoteTextChar"/>
    <w:uiPriority w:val="99"/>
    <w:semiHidden/>
    <w:rsid w:val="0031170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11700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11700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331</Words>
  <Characters>1889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Obshtina</cp:lastModifiedBy>
  <cp:revision>7</cp:revision>
  <dcterms:created xsi:type="dcterms:W3CDTF">2016-02-24T08:58:00Z</dcterms:created>
  <dcterms:modified xsi:type="dcterms:W3CDTF">2016-03-28T07:29:00Z</dcterms:modified>
</cp:coreProperties>
</file>