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D95" w:rsidRDefault="00196D95" w:rsidP="008465D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en-US"/>
        </w:rPr>
      </w:pPr>
    </w:p>
    <w:p w:rsidR="00196D95" w:rsidRPr="00777FA6" w:rsidRDefault="00196D95" w:rsidP="008465D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77FA6">
        <w:rPr>
          <w:rFonts w:ascii="Times New Roman" w:hAnsi="Times New Roman"/>
          <w:b/>
          <w:sz w:val="26"/>
          <w:szCs w:val="26"/>
        </w:rPr>
        <w:t>ДЕКЛАРАЦИЯ</w:t>
      </w:r>
    </w:p>
    <w:p w:rsidR="00196D95" w:rsidRDefault="00196D95" w:rsidP="008465D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77FA6">
        <w:rPr>
          <w:rFonts w:ascii="Times New Roman" w:hAnsi="Times New Roman"/>
          <w:b/>
          <w:sz w:val="26"/>
          <w:szCs w:val="26"/>
        </w:rPr>
        <w:t>за съгласие за участие като подизпълнител</w:t>
      </w:r>
    </w:p>
    <w:p w:rsidR="00196D95" w:rsidRPr="00777FA6" w:rsidRDefault="00196D95" w:rsidP="008465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96D95" w:rsidRPr="00777FA6" w:rsidRDefault="00196D95" w:rsidP="008465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 xml:space="preserve"> </w:t>
      </w:r>
    </w:p>
    <w:p w:rsidR="00196D95" w:rsidRDefault="00196D95" w:rsidP="008465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Подписаният/</w:t>
      </w:r>
      <w:r>
        <w:rPr>
          <w:rFonts w:ascii="Times New Roman" w:hAnsi="Times New Roman"/>
          <w:sz w:val="26"/>
          <w:szCs w:val="26"/>
        </w:rPr>
        <w:t>-</w:t>
      </w:r>
      <w:r w:rsidRPr="00771E8E">
        <w:rPr>
          <w:rFonts w:ascii="Times New Roman" w:hAnsi="Times New Roman"/>
          <w:sz w:val="26"/>
          <w:szCs w:val="26"/>
        </w:rPr>
        <w:t xml:space="preserve">ата </w:t>
      </w:r>
      <w:r>
        <w:rPr>
          <w:rFonts w:ascii="Times New Roman" w:hAnsi="Times New Roman"/>
          <w:sz w:val="26"/>
          <w:szCs w:val="26"/>
        </w:rPr>
        <w:t>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 xml:space="preserve">..... </w:t>
      </w:r>
    </w:p>
    <w:p w:rsidR="00196D95" w:rsidRPr="00771E8E" w:rsidRDefault="00196D95" w:rsidP="008465DD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(трите имена)</w:t>
      </w:r>
    </w:p>
    <w:p w:rsidR="00196D95" w:rsidRDefault="00196D95" w:rsidP="008465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данни по документ за самоличност </w:t>
      </w:r>
      <w:r>
        <w:rPr>
          <w:rFonts w:ascii="Times New Roman" w:hAnsi="Times New Roman"/>
          <w:sz w:val="26"/>
          <w:szCs w:val="26"/>
        </w:rPr>
        <w:t>……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..........................</w:t>
      </w:r>
    </w:p>
    <w:p w:rsidR="00196D95" w:rsidRPr="00771E8E" w:rsidRDefault="00196D95" w:rsidP="008465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……………………………………………………………………………………………...</w:t>
      </w:r>
    </w:p>
    <w:p w:rsidR="00196D95" w:rsidRPr="00771E8E" w:rsidRDefault="00196D95" w:rsidP="008465DD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196D95" w:rsidRPr="00771E8E" w:rsidRDefault="00196D95" w:rsidP="008465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в качеството си на</w:t>
      </w:r>
      <w:r>
        <w:rPr>
          <w:rFonts w:ascii="Times New Roman" w:hAnsi="Times New Roman"/>
          <w:sz w:val="26"/>
          <w:szCs w:val="26"/>
        </w:rPr>
        <w:t xml:space="preserve"> 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</w:t>
      </w:r>
      <w:r w:rsidRPr="00771E8E">
        <w:rPr>
          <w:rFonts w:ascii="Times New Roman" w:hAnsi="Times New Roman"/>
          <w:sz w:val="26"/>
          <w:szCs w:val="26"/>
        </w:rPr>
        <w:t>.........................</w:t>
      </w:r>
    </w:p>
    <w:p w:rsidR="00196D95" w:rsidRPr="00771E8E" w:rsidRDefault="00196D95" w:rsidP="008465DD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(длъжност)</w:t>
      </w:r>
    </w:p>
    <w:p w:rsidR="00196D95" w:rsidRPr="00771E8E" w:rsidRDefault="00196D95" w:rsidP="008465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на 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................</w:t>
      </w:r>
      <w:r>
        <w:rPr>
          <w:rFonts w:ascii="Times New Roman" w:hAnsi="Times New Roman"/>
          <w:sz w:val="26"/>
          <w:szCs w:val="26"/>
        </w:rPr>
        <w:t>.....</w:t>
      </w:r>
      <w:r w:rsidRPr="00771E8E">
        <w:rPr>
          <w:rFonts w:ascii="Times New Roman" w:hAnsi="Times New Roman"/>
          <w:sz w:val="26"/>
          <w:szCs w:val="26"/>
        </w:rPr>
        <w:t>....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196D95" w:rsidRPr="00777FA6" w:rsidRDefault="00196D95" w:rsidP="008465DD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 xml:space="preserve">(наименование на </w:t>
      </w:r>
      <w:r w:rsidRPr="00777FA6">
        <w:rPr>
          <w:rFonts w:ascii="Times New Roman" w:hAnsi="Times New Roman"/>
          <w:i/>
          <w:sz w:val="20"/>
          <w:szCs w:val="20"/>
        </w:rPr>
        <w:t>подизпълнителя)</w:t>
      </w:r>
    </w:p>
    <w:p w:rsidR="00196D95" w:rsidRPr="00777FA6" w:rsidRDefault="00196D95" w:rsidP="008465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Pr="00771E8E">
        <w:rPr>
          <w:rFonts w:ascii="Times New Roman" w:hAnsi="Times New Roman"/>
          <w:sz w:val="26"/>
          <w:szCs w:val="26"/>
        </w:rPr>
        <w:t>ЕИК/БУЛСТАТ 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 xml:space="preserve">.................................. </w:t>
      </w:r>
    </w:p>
    <w:p w:rsidR="00196D95" w:rsidRPr="00777FA6" w:rsidRDefault="00196D95" w:rsidP="008465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96D95" w:rsidRPr="00777FA6" w:rsidRDefault="00196D95" w:rsidP="008465D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77FA6">
        <w:rPr>
          <w:rFonts w:ascii="Times New Roman" w:hAnsi="Times New Roman"/>
          <w:b/>
          <w:sz w:val="26"/>
          <w:szCs w:val="26"/>
        </w:rPr>
        <w:t>ДЕКЛАРИРАМ:</w:t>
      </w:r>
    </w:p>
    <w:p w:rsidR="00196D95" w:rsidRPr="00777FA6" w:rsidRDefault="00196D95" w:rsidP="008465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 xml:space="preserve"> </w:t>
      </w:r>
    </w:p>
    <w:p w:rsidR="00196D95" w:rsidRDefault="00196D95" w:rsidP="008465D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>1. От името на представляваното от мен лице</w:t>
      </w:r>
      <w:r>
        <w:rPr>
          <w:rFonts w:ascii="Times New Roman" w:hAnsi="Times New Roman"/>
          <w:sz w:val="26"/>
          <w:szCs w:val="26"/>
        </w:rPr>
        <w:t xml:space="preserve"> – </w:t>
      </w:r>
    </w:p>
    <w:p w:rsidR="00196D95" w:rsidRPr="00777FA6" w:rsidRDefault="00196D95" w:rsidP="000E4B6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</w:t>
      </w:r>
      <w:r w:rsidRPr="00777FA6">
        <w:rPr>
          <w:rFonts w:ascii="Times New Roman" w:hAnsi="Times New Roman"/>
          <w:sz w:val="26"/>
          <w:szCs w:val="26"/>
        </w:rPr>
        <w:t xml:space="preserve">.................................. </w:t>
      </w:r>
    </w:p>
    <w:p w:rsidR="00196D95" w:rsidRPr="00777FA6" w:rsidRDefault="00196D95" w:rsidP="008465DD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7FA6">
        <w:rPr>
          <w:rFonts w:ascii="Times New Roman" w:hAnsi="Times New Roman"/>
          <w:i/>
          <w:sz w:val="20"/>
          <w:szCs w:val="20"/>
        </w:rPr>
        <w:t>(наименование, ЕИК/БУЛСТАТ)</w:t>
      </w:r>
    </w:p>
    <w:p w:rsidR="00196D95" w:rsidRPr="00777FA6" w:rsidRDefault="00196D95" w:rsidP="008465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>изразявам съгласието да участваме като подизпълнител на ....................................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7FA6">
        <w:rPr>
          <w:rFonts w:ascii="Times New Roman" w:hAnsi="Times New Roman"/>
          <w:sz w:val="26"/>
          <w:szCs w:val="26"/>
        </w:rPr>
        <w:t xml:space="preserve">........................................................................................................................................... </w:t>
      </w:r>
    </w:p>
    <w:p w:rsidR="00196D95" w:rsidRDefault="00196D95" w:rsidP="008465DD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7FA6">
        <w:rPr>
          <w:rFonts w:ascii="Times New Roman" w:hAnsi="Times New Roman"/>
          <w:i/>
          <w:sz w:val="20"/>
          <w:szCs w:val="20"/>
        </w:rPr>
        <w:t>(наименование на участника в процедурата, на който лицето е подизпълнител)</w:t>
      </w:r>
    </w:p>
    <w:p w:rsidR="00196D95" w:rsidRDefault="00196D95" w:rsidP="008465D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67CDD">
        <w:rPr>
          <w:rFonts w:ascii="Times New Roman" w:hAnsi="Times New Roman"/>
          <w:sz w:val="26"/>
          <w:szCs w:val="26"/>
        </w:rPr>
        <w:t xml:space="preserve">при изпълнение на обществена поръчка </w:t>
      </w:r>
      <w:r>
        <w:rPr>
          <w:rFonts w:ascii="Times New Roman" w:hAnsi="Times New Roman"/>
          <w:sz w:val="26"/>
          <w:szCs w:val="26"/>
        </w:rPr>
        <w:t>с прилагане на опростени правила</w:t>
      </w:r>
      <w:r w:rsidRPr="009661F0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67CDD">
        <w:rPr>
          <w:rFonts w:ascii="Times New Roman" w:hAnsi="Times New Roman"/>
          <w:sz w:val="26"/>
          <w:szCs w:val="26"/>
        </w:rPr>
        <w:t xml:space="preserve">с предмет: </w:t>
      </w:r>
      <w:r w:rsidRPr="00E56991">
        <w:rPr>
          <w:rFonts w:ascii="Times New Roman" w:hAnsi="Times New Roman"/>
          <w:b/>
          <w:sz w:val="26"/>
          <w:szCs w:val="26"/>
        </w:rPr>
        <w:t xml:space="preserve">„Ремонт на улиците в населените места и общинската пътна мрежа на територията на </w:t>
      </w:r>
      <w:r>
        <w:rPr>
          <w:rFonts w:ascii="Times New Roman" w:hAnsi="Times New Roman"/>
          <w:b/>
          <w:sz w:val="26"/>
          <w:szCs w:val="26"/>
        </w:rPr>
        <w:t>О</w:t>
      </w:r>
      <w:r w:rsidRPr="00E56991">
        <w:rPr>
          <w:rFonts w:ascii="Times New Roman" w:hAnsi="Times New Roman"/>
          <w:b/>
          <w:sz w:val="26"/>
          <w:szCs w:val="26"/>
        </w:rPr>
        <w:t>бщина Лясковец през 2015 година”</w:t>
      </w:r>
    </w:p>
    <w:p w:rsidR="00196D95" w:rsidRDefault="00196D95" w:rsidP="008465DD">
      <w:pPr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196D95" w:rsidRPr="00777FA6" w:rsidRDefault="00196D95" w:rsidP="008465D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>2. Дейностите, които ще изпълняваме като подизпълнител, са:</w:t>
      </w:r>
    </w:p>
    <w:p w:rsidR="00196D95" w:rsidRPr="00777FA6" w:rsidRDefault="00196D95" w:rsidP="008465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</w:t>
      </w:r>
      <w:r w:rsidRPr="00777FA6">
        <w:rPr>
          <w:rFonts w:ascii="Times New Roman" w:hAnsi="Times New Roman"/>
          <w:sz w:val="26"/>
          <w:szCs w:val="26"/>
        </w:rPr>
        <w:t xml:space="preserve">...... </w:t>
      </w:r>
    </w:p>
    <w:p w:rsidR="00196D95" w:rsidRPr="00777FA6" w:rsidRDefault="00196D95" w:rsidP="008465DD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7FA6">
        <w:rPr>
          <w:rFonts w:ascii="Times New Roman" w:hAnsi="Times New Roman"/>
          <w:i/>
          <w:sz w:val="20"/>
          <w:szCs w:val="20"/>
        </w:rPr>
        <w:t xml:space="preserve"> (изброяват се конкретните части от предмета на обществената поръчка, които ще бъдат изпълнени</w:t>
      </w:r>
    </w:p>
    <w:p w:rsidR="00196D95" w:rsidRPr="00777FA6" w:rsidRDefault="00196D95" w:rsidP="008465DD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7FA6">
        <w:rPr>
          <w:rFonts w:ascii="Times New Roman" w:hAnsi="Times New Roman"/>
          <w:i/>
          <w:sz w:val="20"/>
          <w:szCs w:val="20"/>
        </w:rPr>
        <w:t>от подизпълнителя)</w:t>
      </w:r>
    </w:p>
    <w:p w:rsidR="00196D95" w:rsidRDefault="00196D95" w:rsidP="008465D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 xml:space="preserve"> 3. Запознати сме с разпоредбата на чл. 55, ал. 5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</w:t>
      </w:r>
    </w:p>
    <w:p w:rsidR="00196D95" w:rsidRDefault="00196D95" w:rsidP="008465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 xml:space="preserve"> </w:t>
      </w:r>
    </w:p>
    <w:p w:rsidR="00196D95" w:rsidRPr="00777FA6" w:rsidRDefault="00196D95" w:rsidP="008465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96D95" w:rsidRPr="00D50EDF" w:rsidRDefault="00196D95" w:rsidP="008465DD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D50EDF">
        <w:rPr>
          <w:rFonts w:ascii="Times New Roman" w:hAnsi="Times New Roman"/>
          <w:sz w:val="26"/>
          <w:szCs w:val="26"/>
        </w:rPr>
        <w:t>....................... г.</w:t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196D95" w:rsidRPr="00D50EDF" w:rsidRDefault="00196D95" w:rsidP="008465DD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196D95" w:rsidRDefault="00196D95" w:rsidP="008465DD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196D95" w:rsidRDefault="00196D95" w:rsidP="008465DD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196D95" w:rsidRPr="00D50EDF" w:rsidRDefault="00196D95" w:rsidP="008465DD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196D95" w:rsidRPr="00867CDD" w:rsidRDefault="00196D95" w:rsidP="008465D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</w:rPr>
      </w:pPr>
      <w:r w:rsidRPr="00867CDD">
        <w:rPr>
          <w:rFonts w:ascii="Times New Roman" w:hAnsi="Times New Roman"/>
          <w:b/>
          <w:bCs/>
          <w:i/>
          <w:iCs/>
        </w:rPr>
        <w:t xml:space="preserve">Забележка: </w:t>
      </w:r>
    </w:p>
    <w:p w:rsidR="00196D95" w:rsidRPr="00777FA6" w:rsidRDefault="00196D95" w:rsidP="009B2AA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7CDD">
        <w:rPr>
          <w:rFonts w:ascii="Times New Roman" w:hAnsi="Times New Roman"/>
          <w:i/>
          <w:iCs/>
        </w:rPr>
        <w:t>Декларацията е задължителна част от офертата и се прилага в Плик № 1 от офертата на участник, който обявява, че ще ползва подизпълнители. Такава декларация се подава от всеки подизпълнител, в случай че са повече от един.</w:t>
      </w:r>
    </w:p>
    <w:sectPr w:rsidR="00196D95" w:rsidRPr="00777FA6" w:rsidSect="000E4B67">
      <w:headerReference w:type="default" r:id="rId6"/>
      <w:footerReference w:type="default" r:id="rId7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D95" w:rsidRDefault="00196D95" w:rsidP="00777FA6">
      <w:pPr>
        <w:spacing w:after="0" w:line="240" w:lineRule="auto"/>
      </w:pPr>
      <w:r>
        <w:separator/>
      </w:r>
    </w:p>
  </w:endnote>
  <w:endnote w:type="continuationSeparator" w:id="1">
    <w:p w:rsidR="00196D95" w:rsidRDefault="00196D95" w:rsidP="00777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D95" w:rsidRDefault="00196D95">
    <w:pPr>
      <w:pStyle w:val="Footer"/>
      <w:jc w:val="center"/>
    </w:pPr>
  </w:p>
  <w:p w:rsidR="00196D95" w:rsidRDefault="00196D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D95" w:rsidRDefault="00196D95" w:rsidP="00777FA6">
      <w:pPr>
        <w:spacing w:after="0" w:line="240" w:lineRule="auto"/>
      </w:pPr>
      <w:r>
        <w:separator/>
      </w:r>
    </w:p>
  </w:footnote>
  <w:footnote w:type="continuationSeparator" w:id="1">
    <w:p w:rsidR="00196D95" w:rsidRDefault="00196D95" w:rsidP="00777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D95" w:rsidRPr="00777FA6" w:rsidRDefault="00196D95" w:rsidP="00777FA6">
    <w:pPr>
      <w:spacing w:after="0" w:line="240" w:lineRule="auto"/>
      <w:jc w:val="right"/>
      <w:rPr>
        <w:rFonts w:ascii="Times New Roman" w:hAnsi="Times New Roman"/>
        <w:b/>
        <w:sz w:val="26"/>
        <w:szCs w:val="26"/>
      </w:rPr>
    </w:pPr>
    <w:r w:rsidRPr="00777FA6">
      <w:rPr>
        <w:rFonts w:ascii="Times New Roman" w:hAnsi="Times New Roman"/>
        <w:b/>
        <w:sz w:val="26"/>
        <w:szCs w:val="26"/>
      </w:rPr>
      <w:t xml:space="preserve">Образец № </w:t>
    </w:r>
    <w:r>
      <w:rPr>
        <w:rFonts w:ascii="Times New Roman" w:hAnsi="Times New Roman"/>
        <w:b/>
        <w:sz w:val="26"/>
        <w:szCs w:val="26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71D"/>
    <w:rsid w:val="000E4B67"/>
    <w:rsid w:val="00155B1F"/>
    <w:rsid w:val="00196D95"/>
    <w:rsid w:val="001B3CF1"/>
    <w:rsid w:val="002E471D"/>
    <w:rsid w:val="003575C1"/>
    <w:rsid w:val="003C1D1E"/>
    <w:rsid w:val="003F5261"/>
    <w:rsid w:val="005923F6"/>
    <w:rsid w:val="00771E8E"/>
    <w:rsid w:val="00777FA6"/>
    <w:rsid w:val="00835D19"/>
    <w:rsid w:val="008465DD"/>
    <w:rsid w:val="00867CDD"/>
    <w:rsid w:val="009661F0"/>
    <w:rsid w:val="009B2AA9"/>
    <w:rsid w:val="00A67575"/>
    <w:rsid w:val="00BE7FCA"/>
    <w:rsid w:val="00C2037F"/>
    <w:rsid w:val="00C47B66"/>
    <w:rsid w:val="00D36003"/>
    <w:rsid w:val="00D50EDF"/>
    <w:rsid w:val="00DC4C3C"/>
    <w:rsid w:val="00E56991"/>
    <w:rsid w:val="00F009E8"/>
    <w:rsid w:val="00F90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FA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777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7FA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7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7FA6"/>
    <w:rPr>
      <w:rFonts w:cs="Times New Roman"/>
    </w:rPr>
  </w:style>
  <w:style w:type="paragraph" w:styleId="ListParagraph">
    <w:name w:val="List Paragraph"/>
    <w:basedOn w:val="Normal"/>
    <w:uiPriority w:val="99"/>
    <w:qFormat/>
    <w:rsid w:val="008465D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391</Words>
  <Characters>2231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6</cp:revision>
  <dcterms:created xsi:type="dcterms:W3CDTF">2015-01-27T13:41:00Z</dcterms:created>
  <dcterms:modified xsi:type="dcterms:W3CDTF">2015-03-23T09:41:00Z</dcterms:modified>
</cp:coreProperties>
</file>